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274E9" w14:textId="688869A8" w:rsidR="00C20390" w:rsidRPr="00F626C5" w:rsidRDefault="00F626C5" w:rsidP="00A2695F">
      <w:pPr>
        <w:jc w:val="center"/>
        <w:rPr>
          <w:b/>
          <w:bCs/>
          <w:sz w:val="32"/>
          <w:szCs w:val="28"/>
        </w:rPr>
      </w:pPr>
      <w:r w:rsidRPr="00A2695F">
        <w:rPr>
          <w:b/>
          <w:bCs/>
          <w:color w:val="EE0000"/>
          <w:sz w:val="32"/>
          <w:szCs w:val="28"/>
        </w:rPr>
        <w:t xml:space="preserve">KHUNG NĂNG LỰC SỐ  </w:t>
      </w:r>
      <w:r w:rsidR="00FA22E6">
        <w:rPr>
          <w:b/>
          <w:bCs/>
          <w:color w:val="EE0000"/>
          <w:sz w:val="32"/>
          <w:szCs w:val="28"/>
        </w:rPr>
        <w:t xml:space="preserve">CÔNG NGHỆ </w:t>
      </w:r>
      <w:r w:rsidR="000E5AC8">
        <w:rPr>
          <w:b/>
          <w:bCs/>
          <w:color w:val="EE0000"/>
          <w:sz w:val="32"/>
          <w:szCs w:val="28"/>
        </w:rPr>
        <w:t>8</w:t>
      </w:r>
      <w:r w:rsidRPr="00A2695F">
        <w:rPr>
          <w:b/>
          <w:bCs/>
          <w:color w:val="EE0000"/>
          <w:sz w:val="32"/>
          <w:szCs w:val="28"/>
        </w:rPr>
        <w:t>-KNTT</w:t>
      </w:r>
    </w:p>
    <w:p w14:paraId="12ACF319" w14:textId="77777777" w:rsidR="00F626C5" w:rsidRDefault="00F626C5"/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"/>
        <w:gridCol w:w="1581"/>
        <w:gridCol w:w="2320"/>
        <w:gridCol w:w="1522"/>
        <w:gridCol w:w="2400"/>
      </w:tblGrid>
      <w:tr w:rsidR="008708C3" w:rsidRPr="008708C3" w14:paraId="38D57CE9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3909902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Chương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D4AD0C6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học cụ thể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A37F6E7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Hoạt động Công nghệ số điển hình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007AD86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Gợi ý Mã hóa NLS (TC2)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198AA98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Mô tả Năng lực số (Dựa theo Mã hóa NLS TC2)</w:t>
            </w:r>
          </w:p>
        </w:tc>
      </w:tr>
      <w:tr w:rsidR="008708C3" w:rsidRPr="008708C3" w14:paraId="69863A25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125BB80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Chương 1: VẼ KĨ THUẬT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F971AE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1: Một số tiêu chuẩn trình bày bản vẽ kĩ thuật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2F0F8FF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 được các chiến lược tìm kiếm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thông tin về các tiêu chuẩn quốc tế/Việt Nam về bản vẽ kĩ thuật trên môi trường số.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18D34F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1.1.TC2d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136AC8B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 được các chiến lược tìm kiếm.</w:t>
            </w:r>
          </w:p>
        </w:tc>
      </w:tr>
      <w:tr w:rsidR="008708C3" w:rsidRPr="008708C3" w14:paraId="751B6B3B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D717BA0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5A08F53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2: Hình chiếu vuông góc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BA75A10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Sáng tạo: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phức tạp hơn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(phần mềm thiết kế cơ bản) để thực hành tạo hình chiếu của các vật thể đơn giản.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E36FBC4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3.1.TC2b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E6573E1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phức tạp hơn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tạo nội dung đa phương tiện.</w:t>
            </w:r>
          </w:p>
        </w:tc>
      </w:tr>
      <w:tr w:rsidR="008708C3" w:rsidRPr="008708C3" w14:paraId="062AAC88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7EDB73C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59B5BE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3: Bản vẽ chi tiết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42278DA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Phân tích: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diễn giải và đánh giá được dữ liệu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(kích thước, dung sai) từ bản vẽ chi tiết số.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983104C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1.2.TC2b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41509E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diễn giải và đánh giá được dữ liệu, thông tin và nội dung số.</w:t>
            </w:r>
          </w:p>
        </w:tc>
      </w:tr>
      <w:tr w:rsidR="008708C3" w:rsidRPr="008708C3" w14:paraId="5B72E566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E29924F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BDE9D52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4: Bản vẽ lắp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646043D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Cộng tác: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cộng tác trực tuyến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chia sẻ và làm việc nhóm trên bản vẽ lắp.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71D93DD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5.1.TC2a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4BE814B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cộng tác trực tuyến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phối hợp các dự án phức tạp hơn.</w:t>
            </w:r>
          </w:p>
        </w:tc>
      </w:tr>
      <w:tr w:rsidR="008708C3" w:rsidRPr="008708C3" w14:paraId="1BE9A01F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1D75B03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DCB5D94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5: Bản vẽ nhà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DD1C84A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Quản lí thông tin: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tạo ra các sơ đồ, đồ thị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(sơ đồ bố trí mặt bằng) 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lastRenderedPageBreak/>
              <w:t>và lưu trữ, sắp xếp các bản vẽ.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3FD8A57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2.2.TC2a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0B0DBB7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số để tạo ra các sơ đồ, đồ thị, biểu đồ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thể hiện ý tưởng.</w:t>
            </w:r>
          </w:p>
        </w:tc>
      </w:tr>
      <w:tr w:rsidR="008708C3" w:rsidRPr="008708C3" w14:paraId="716C2B08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CB09848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Chương 2: CƠ KHÍ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CEF163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6: Vật liệu cơ khí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70F4280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Minh họa được nhu cầu thông tin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về các loại vật liệu cơ khí, tính chất và ứng dụng của chúng.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F76F2A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148D04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Minh họa được nhu cầu thông tin.</w:t>
            </w:r>
          </w:p>
        </w:tc>
      </w:tr>
      <w:tr w:rsidR="008708C3" w:rsidRPr="008708C3" w14:paraId="3DE4E0C3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DBBC4EB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77E64AF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7: Truyền và biến đổi chuyển động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6E943FA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Phân tích: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diễn giải và đánh giá được dữ liệu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(tỉ số truyền) từ các mô hình truyền động ảo hoặc video mô phỏng.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DE17C5B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1.2.TC2b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E6C5AD2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diễn giải và đánh giá được dữ liệu, thông tin và nội dung số.</w:t>
            </w:r>
          </w:p>
        </w:tc>
      </w:tr>
      <w:tr w:rsidR="008708C3" w:rsidRPr="008708C3" w14:paraId="4D6DF690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08F74B5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A7CEB64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8: Gia công cơ khí bằng tay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5F388A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An toàn số &amp; Đạo đức: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Tuân thủ các quy tắc ứng xử phù hợp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khi chia sẻ quy trình thực hành, đảm bảo an toàn lao động trong môi trường số.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108DE79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4.3.TC2a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C4BA7B8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Tuân thủ các quy tắc ứng xử phù hợp.</w:t>
            </w:r>
          </w:p>
        </w:tc>
      </w:tr>
      <w:tr w:rsidR="008708C3" w:rsidRPr="008708C3" w14:paraId="6EE8C410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E98DF69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9BF849B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9: Ngành nghề trong lĩnh vực cơ khí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34EF065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Tự đánh giá: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Thảo luận về lĩnh vực NLS của bản thân cần được cải thiện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theo đuổi ngành cơ khí (ví dụ: cần học thêm lập trình CNC).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693479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5.4.TC2a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D0EE15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Thảo luận về lĩnh vực NLS của bản thân cần được cải thiện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hoặc cập nhật.</w:t>
            </w:r>
          </w:p>
        </w:tc>
      </w:tr>
      <w:tr w:rsidR="008708C3" w:rsidRPr="008708C3" w14:paraId="6FD51700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2B68FD2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0B86EC9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 xml:space="preserve">Bài 10: Dự án: Gia công chi tiết bằng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dụng cụ cầm tay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E7F0CD5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Quản lí thông tin: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Xây dựng, quản lí và cập nhật hồ sơ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chi phí, quy trình 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lastRenderedPageBreak/>
              <w:t>thực hiện dự án bằng công cụ số (bảng tính).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B1C0BD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2.3.TC2a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FFF7DF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Xây dựng, quản lí và cập nhật hồ sơ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thông tin, dữ liệu số cá nhân/nhóm.</w:t>
            </w:r>
          </w:p>
        </w:tc>
      </w:tr>
      <w:tr w:rsidR="008708C3" w:rsidRPr="008708C3" w14:paraId="626FF718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CE057E7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Chương 3: AN TOÀN ĐIỆN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5993154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11: Tai nạn điện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1063963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Đánh giá: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so sánh và đánh giá được các nguồn dữ liệu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về các trường hợp tai nạn điện để xác định nguyên nhân phổ biến.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D44495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1.2.TC2a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857FC1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so sánh và đánh giá được các nguồn dữ liệu, thông tin và nội dung số.</w:t>
            </w:r>
          </w:p>
        </w:tc>
      </w:tr>
      <w:tr w:rsidR="008708C3" w:rsidRPr="008708C3" w14:paraId="763F74F2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C6738A5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EF5057C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12: Biện pháp an toàn điện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8E01D1F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Sáng tạo: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phức tạp hơn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(đồ họa, thiết kế) để tạo sản phẩm tuyên truyền về an toàn điện.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8C9F526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3.1.TC2b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6CE5FD6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Sử dụng các công cụ phức tạp hơn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tạo nội dung đa phương tiện.</w:t>
            </w:r>
          </w:p>
        </w:tc>
      </w:tr>
      <w:tr w:rsidR="008708C3" w:rsidRPr="008708C3" w14:paraId="591D993D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B7670CE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9D289A6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13: Sơ cứu người bị tai nạn điện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CF74DB0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Tìm kiếm: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 được các chiến lược tìm kiếm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tài liệu/video hướng dẫn sơ cứu chuẩn xác và đáng tin cậy.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6C5577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1.1.TC2d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517B23C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Tổ chức được các chiến lược tìm kiếm.</w:t>
            </w:r>
          </w:p>
        </w:tc>
      </w:tr>
      <w:tr w:rsidR="008708C3" w:rsidRPr="008708C3" w14:paraId="094091D2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F8C9326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Chương 4: KĨ THUẬT ĐIỆN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EF5F86A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14: Khái quát về mạch điện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D47CBA8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Phân tích: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diễn giải và đánh giá được dữ liệu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từ các sơ đồ mạch điện phức tạp hơn.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65CBB02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1.2.TC2b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E7F0070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Thực hiện phân tích, diễn giải và đánh giá được dữ liệu, thông tin và nội dung số.</w:t>
            </w:r>
          </w:p>
        </w:tc>
      </w:tr>
      <w:tr w:rsidR="008708C3" w:rsidRPr="008708C3" w14:paraId="644034F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D26E38F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7F49641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15: Cảm biến và mô đun cảm biến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D350304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Xử lí vấn đề: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Phân biệt được các công cụ và công nghệ số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(cảm biến thông minh) có thể 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lastRenderedPageBreak/>
              <w:t xml:space="preserve">được sử dụng để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đổi mới quy trình và sản phẩm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điện tử.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5C1B4A1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lastRenderedPageBreak/>
              <w:t>5.3.TC2b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33B47DA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Phân biệt được các công cụ và công nghệ số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có thể được sử dụng để tạo ra kiến thức và đổi mới 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lastRenderedPageBreak/>
              <w:t>quy trình và sản phẩm.</w:t>
            </w:r>
          </w:p>
        </w:tc>
      </w:tr>
      <w:tr w:rsidR="008708C3" w:rsidRPr="008708C3" w14:paraId="678C315D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E3D89A2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9D5B669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16: Mạch điện điều khiển sử dụng mô đun cảm biến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6C3BA94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Ứng dụng AI: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Tối ưu hóa việc sử dụng các công cụ AI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(nền tảng mô phỏng, lập trình) để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đạt hiệu quả cao hơn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trong thiết kế và thử nghiệm mạch.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DD990D6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6.2.TC2a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E96501C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Tối ưu hóa việc sử dụng các công cụ AI để đạt hiệu quả cao hơn.</w:t>
            </w:r>
          </w:p>
        </w:tc>
      </w:tr>
      <w:tr w:rsidR="008708C3" w:rsidRPr="008708C3" w14:paraId="16ED2090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84EABE8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25A511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Bài 17: Ngành nghề trong lĩnh vực kĩ thuật điện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83A6973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Chia sẻ: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</w:t>
            </w: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được công cụ và hình thức phù hợp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chia sẻ các thông tin về nghề nghiệp lĩnh vực kỹ thuật điện, điện tử.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3EC2650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3.3.TC2a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586941F" w14:textId="77777777" w:rsidR="008708C3" w:rsidRPr="008708C3" w:rsidRDefault="008708C3" w:rsidP="008708C3">
            <w:pPr>
              <w:spacing w:after="0"/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</w:pPr>
            <w:r w:rsidRPr="008708C3">
              <w:rPr>
                <w:rFonts w:ascii="Arial" w:eastAsia="Times New Roman" w:hAnsi="Arial" w:cs="Arial"/>
                <w:b/>
                <w:bCs/>
                <w:color w:val="1B1C1D"/>
                <w:kern w:val="0"/>
                <w:szCs w:val="24"/>
                <w:bdr w:val="none" w:sz="0" w:space="0" w:color="auto" w:frame="1"/>
                <w14:ligatures w14:val="none"/>
              </w:rPr>
              <w:t>Lựa chọn được công cụ và hình thức phù hợp</w:t>
            </w:r>
            <w:r w:rsidRPr="008708C3">
              <w:rPr>
                <w:rFonts w:ascii="Arial" w:eastAsia="Times New Roman" w:hAnsi="Arial" w:cs="Arial"/>
                <w:color w:val="1B1C1D"/>
                <w:kern w:val="0"/>
                <w:szCs w:val="24"/>
                <w14:ligatures w14:val="none"/>
              </w:rPr>
              <w:t xml:space="preserve"> để chia sẻ các loại tài liệu/sản phẩm số khác nhau.</w:t>
            </w:r>
          </w:p>
        </w:tc>
      </w:tr>
    </w:tbl>
    <w:p w14:paraId="41FF7C72" w14:textId="77777777" w:rsidR="000E5AC8" w:rsidRDefault="000E5AC8"/>
    <w:p w14:paraId="5778821B" w14:textId="77777777" w:rsidR="000E5AC8" w:rsidRDefault="000E5AC8"/>
    <w:p w14:paraId="06509F1A" w14:textId="77777777" w:rsidR="00F626C5" w:rsidRDefault="00F626C5"/>
    <w:sectPr w:rsidR="00F626C5" w:rsidSect="00403788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6C5"/>
    <w:rsid w:val="000238C0"/>
    <w:rsid w:val="00062969"/>
    <w:rsid w:val="000E5AC8"/>
    <w:rsid w:val="000F3CEB"/>
    <w:rsid w:val="0016598F"/>
    <w:rsid w:val="001F4F1A"/>
    <w:rsid w:val="0023333F"/>
    <w:rsid w:val="00245781"/>
    <w:rsid w:val="00320352"/>
    <w:rsid w:val="003A2AC7"/>
    <w:rsid w:val="003E392C"/>
    <w:rsid w:val="00403788"/>
    <w:rsid w:val="006F01C1"/>
    <w:rsid w:val="00713C79"/>
    <w:rsid w:val="007604A8"/>
    <w:rsid w:val="00787980"/>
    <w:rsid w:val="007D384F"/>
    <w:rsid w:val="007F3458"/>
    <w:rsid w:val="00827655"/>
    <w:rsid w:val="00867702"/>
    <w:rsid w:val="008708C3"/>
    <w:rsid w:val="009374AE"/>
    <w:rsid w:val="009524AF"/>
    <w:rsid w:val="00984DFD"/>
    <w:rsid w:val="00A2695F"/>
    <w:rsid w:val="00A4075B"/>
    <w:rsid w:val="00A843CE"/>
    <w:rsid w:val="00BC690F"/>
    <w:rsid w:val="00C20390"/>
    <w:rsid w:val="00D047D9"/>
    <w:rsid w:val="00D10091"/>
    <w:rsid w:val="00E03116"/>
    <w:rsid w:val="00E20EF2"/>
    <w:rsid w:val="00E96054"/>
    <w:rsid w:val="00F42AEF"/>
    <w:rsid w:val="00F626C5"/>
    <w:rsid w:val="00F8291B"/>
    <w:rsid w:val="00F868D5"/>
    <w:rsid w:val="00FA22E6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A6F2C7"/>
  <w15:chartTrackingRefBased/>
  <w15:docId w15:val="{6F7B4D63-24FC-44DD-B3B2-1872629F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1">
    <w:name w:val="heading 1"/>
    <w:basedOn w:val="Binhthng"/>
    <w:next w:val="Binhthng"/>
    <w:link w:val="u1Char"/>
    <w:uiPriority w:val="9"/>
    <w:qFormat/>
    <w:rsid w:val="00F626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F626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F626C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F626C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F626C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F626C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F626C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F626C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F626C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F626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F626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F626C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F626C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F626C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F626C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F626C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F626C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F626C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F626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uChar">
    <w:name w:val="Tiêu đề Char"/>
    <w:basedOn w:val="Phngmcinhcuaoanvn"/>
    <w:link w:val="Tiu"/>
    <w:uiPriority w:val="10"/>
    <w:rsid w:val="00F626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F626C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TiuphuChar">
    <w:name w:val="Tiêu đề phụ Char"/>
    <w:basedOn w:val="Phngmcinhcuaoanvn"/>
    <w:link w:val="Tiuphu"/>
    <w:uiPriority w:val="11"/>
    <w:rsid w:val="00F626C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F626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F626C5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F626C5"/>
    <w:pPr>
      <w:ind w:left="720"/>
      <w:contextualSpacing/>
    </w:pPr>
  </w:style>
  <w:style w:type="character" w:styleId="NhnmnhThm">
    <w:name w:val="Intense Emphasis"/>
    <w:basedOn w:val="Phngmcinhcuaoanvn"/>
    <w:uiPriority w:val="21"/>
    <w:qFormat/>
    <w:rsid w:val="00F626C5"/>
    <w:rPr>
      <w:i/>
      <w:iCs/>
      <w:color w:val="2F5496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F626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haykepmChar">
    <w:name w:val="Nháy kép Đậm Char"/>
    <w:basedOn w:val="Phngmcinhcuaoanvn"/>
    <w:link w:val="Nhaykepm"/>
    <w:uiPriority w:val="30"/>
    <w:rsid w:val="00F626C5"/>
    <w:rPr>
      <w:i/>
      <w:iCs/>
      <w:color w:val="2F5496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F626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ND\DBM_NND\DB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DBM</Template>
  <TotalTime>4</TotalTime>
  <Pages>4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Xuân Hùng - DTNT Đơn Dương</dc:creator>
  <cp:keywords/>
  <dc:description/>
  <cp:lastModifiedBy>Xuân Hùng - DTNT Đơn Dương</cp:lastModifiedBy>
  <cp:revision>5</cp:revision>
  <dcterms:created xsi:type="dcterms:W3CDTF">2025-10-30T02:26:00Z</dcterms:created>
  <dcterms:modified xsi:type="dcterms:W3CDTF">2025-10-30T02:31:00Z</dcterms:modified>
</cp:coreProperties>
</file>